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2E35E" w14:textId="77777777"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>INSTITUT FRANÇAIS DU CHEVAL ET DE L’EQUITATION ECOLE NATIONALE D’EQUITATION SAUMUR</w:t>
      </w:r>
    </w:p>
    <w:p w14:paraId="5FC97A78" w14:textId="3DF25F10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 xml:space="preserve">Attestation de visite </w:t>
      </w:r>
      <w:r w:rsidR="00B90292">
        <w:rPr>
          <w:rFonts w:ascii="Marianne" w:hAnsi="Marianne"/>
          <w:color w:val="000000"/>
        </w:rPr>
        <w:t>création de clôtures et plantation de haies bocagères sur le site du Pin (61)</w:t>
      </w:r>
    </w:p>
    <w:p w14:paraId="4F6C2808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conserver par l’IFCE)</w:t>
      </w:r>
    </w:p>
    <w:p w14:paraId="03489DF7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14:paraId="13E0C528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14:paraId="30F83A65" w14:textId="2F27515B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 xml:space="preserve">la </w:t>
      </w:r>
      <w:r w:rsidR="00B90292">
        <w:rPr>
          <w:rFonts w:ascii="Marianne" w:hAnsi="Marianne"/>
          <w:color w:val="000000"/>
          <w:sz w:val="20"/>
          <w:szCs w:val="20"/>
        </w:rPr>
        <w:t>création de clôtures et plantation de haies bocagères sur le site du Pin (61)</w:t>
      </w:r>
    </w:p>
    <w:p w14:paraId="3DE4FB46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14:paraId="14888A51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552F0FC1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14:paraId="097C4026" w14:textId="77777777"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>INSTITUT FRANÇAIS DU CHEVAL ET DE L’EQUITATION ECOLE NATIONALE D’EQUITATION SAUMUR</w:t>
      </w:r>
    </w:p>
    <w:p w14:paraId="1EE37D69" w14:textId="77777777" w:rsidR="00B90292" w:rsidRPr="00B046AE" w:rsidRDefault="00B90292" w:rsidP="00B90292">
      <w:pPr>
        <w:pStyle w:val="NormalWeb"/>
        <w:spacing w:before="278" w:beforeAutospacing="0" w:after="0"/>
        <w:jc w:val="center"/>
        <w:rPr>
          <w:rFonts w:ascii="Marianne" w:hAnsi="Marianne"/>
        </w:rPr>
      </w:pPr>
      <w:r>
        <w:rPr>
          <w:rFonts w:ascii="Marianne" w:hAnsi="Marianne"/>
          <w:color w:val="000000"/>
        </w:rPr>
        <w:t>Attestation de visite création de clôtures et plantation de haies bocagères sur le site du Pin (61)</w:t>
      </w:r>
    </w:p>
    <w:p w14:paraId="1ADD1DF5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>(coupon à remettre à l’entreprise)</w:t>
      </w:r>
    </w:p>
    <w:p w14:paraId="2FD30BE8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14:paraId="4E7C9D32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14:paraId="2773D3EC" w14:textId="59CB362D" w:rsidR="00B90292" w:rsidRPr="00B046AE" w:rsidRDefault="00B90292" w:rsidP="00B90292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  <w:szCs w:val="20"/>
        </w:rPr>
        <w:t>la création de clôtures et plantation de haies bocagères sur le site du Pin</w:t>
      </w:r>
      <w:r>
        <w:rPr>
          <w:rFonts w:ascii="Marianne" w:hAnsi="Marianne"/>
          <w:color w:val="000000"/>
          <w:sz w:val="20"/>
          <w:szCs w:val="20"/>
        </w:rPr>
        <w:t xml:space="preserve"> (61)</w:t>
      </w:r>
    </w:p>
    <w:p w14:paraId="3913371B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14:paraId="3135D569" w14:textId="77777777"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10382ED2" w14:textId="77777777" w:rsidR="00F56597" w:rsidRPr="00B046AE" w:rsidRDefault="00F56597" w:rsidP="00F56597">
      <w:pPr>
        <w:rPr>
          <w:rFonts w:ascii="Marianne" w:hAnsi="Marianne"/>
        </w:rPr>
      </w:pPr>
    </w:p>
    <w:p w14:paraId="5668EC7A" w14:textId="77777777" w:rsidR="00F56597" w:rsidRPr="00B046AE" w:rsidRDefault="00F56597" w:rsidP="00F56597">
      <w:pPr>
        <w:rPr>
          <w:rFonts w:ascii="Marianne" w:hAnsi="Marianne"/>
        </w:rPr>
      </w:pPr>
    </w:p>
    <w:p w14:paraId="1244FB62" w14:textId="77777777" w:rsidR="0081163D" w:rsidRPr="00B046AE" w:rsidRDefault="0081163D" w:rsidP="00643416">
      <w:pPr>
        <w:rPr>
          <w:rFonts w:ascii="Marianne" w:hAnsi="Marianne"/>
        </w:rPr>
      </w:pPr>
    </w:p>
    <w:sectPr w:rsidR="0081163D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16B2" w14:textId="77777777" w:rsidR="004F3227" w:rsidRDefault="004F3227" w:rsidP="00F51D4C">
      <w:r>
        <w:separator/>
      </w:r>
    </w:p>
  </w:endnote>
  <w:endnote w:type="continuationSeparator" w:id="0">
    <w:p w14:paraId="1FFA6C45" w14:textId="77777777" w:rsidR="004F3227" w:rsidRDefault="004F3227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98644" w14:textId="77777777"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345BAAFC" w14:textId="77777777" w:rsidTr="00A24598">
      <w:trPr>
        <w:trHeight w:val="454"/>
      </w:trPr>
      <w:tc>
        <w:tcPr>
          <w:tcW w:w="4253" w:type="dxa"/>
          <w:vAlign w:val="bottom"/>
        </w:tcPr>
        <w:p w14:paraId="6F00D96F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0EA2658C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071E66D5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719BD135" w14:textId="77777777" w:rsidTr="00A24598">
      <w:trPr>
        <w:trHeight w:val="41"/>
      </w:trPr>
      <w:tc>
        <w:tcPr>
          <w:tcW w:w="4253" w:type="dxa"/>
          <w:vAlign w:val="bottom"/>
        </w:tcPr>
        <w:p w14:paraId="3BBB4277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Avenue d</w:t>
          </w:r>
          <w:r w:rsidR="00E1273E">
            <w:t xml:space="preserve">e </w:t>
          </w:r>
          <w:proofErr w:type="spellStart"/>
          <w:r w:rsidR="00E1273E">
            <w:t>l’ENE</w:t>
          </w:r>
          <w:proofErr w:type="spellEnd"/>
        </w:p>
        <w:p w14:paraId="19F19C8F" w14:textId="77777777" w:rsidR="00A24598" w:rsidRPr="00F56597" w:rsidRDefault="00A24598" w:rsidP="00A24598">
          <w:pPr>
            <w:pStyle w:val="Pieddepage"/>
            <w:framePr w:w="0" w:wrap="notBeside"/>
          </w:pPr>
          <w:r w:rsidRPr="00A86871">
            <w:t>BP 207, 49411 SAUMUR Cedex</w:t>
          </w:r>
        </w:p>
        <w:p w14:paraId="650FDECE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Tél</w:t>
          </w:r>
          <w:proofErr w:type="spellEnd"/>
          <w:r w:rsidRPr="00A86871">
            <w:t xml:space="preserve"> : </w:t>
          </w:r>
          <w:r w:rsidRPr="00F56597">
            <w:t xml:space="preserve"> 02 41 53 50 50</w:t>
          </w:r>
        </w:p>
        <w:p w14:paraId="2CE38244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r w:rsidRPr="00A86871">
            <w:t>Mél</w:t>
          </w:r>
          <w:proofErr w:type="spellEnd"/>
          <w:r w:rsidRPr="00A86871">
            <w:t xml:space="preserve"> : </w:t>
          </w:r>
          <w:hyperlink r:id="rId1" w:history="1">
            <w:r w:rsidRPr="00F56597">
              <w:rPr>
                <w:rStyle w:val="Lienhypertexte"/>
              </w:rPr>
              <w:t>info@ifce.fr</w:t>
            </w:r>
          </w:hyperlink>
          <w:r w:rsidRPr="00F56597">
            <w:t xml:space="preserve"> </w:t>
          </w:r>
        </w:p>
        <w:p w14:paraId="2F094717" w14:textId="77777777" w:rsidR="00A24598" w:rsidRPr="00F56597" w:rsidRDefault="00B90292" w:rsidP="00A24598">
          <w:pPr>
            <w:pStyle w:val="Pieddepage"/>
            <w:framePr w:w="0" w:wrap="notBeside"/>
          </w:pPr>
          <w:hyperlink r:id="rId2" w:history="1">
            <w:r w:rsidR="00A24598" w:rsidRPr="00F56597">
              <w:rPr>
                <w:rStyle w:val="Lienhypertexte"/>
              </w:rPr>
              <w:t>www.ifce.fr</w:t>
            </w:r>
          </w:hyperlink>
          <w:r w:rsidR="00A24598" w:rsidRPr="00F56597">
            <w:t xml:space="preserve"> </w:t>
          </w:r>
        </w:p>
      </w:tc>
      <w:tc>
        <w:tcPr>
          <w:tcW w:w="1454" w:type="dxa"/>
          <w:vAlign w:val="bottom"/>
        </w:tcPr>
        <w:p w14:paraId="11F915C6" w14:textId="77777777"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PAGE   \* MERGEFORMAT </w:instrText>
          </w:r>
          <w:r w:rsidRPr="00F56597">
            <w:fldChar w:fldCharType="separate"/>
          </w:r>
          <w:r w:rsidR="005653EA">
            <w:rPr>
              <w:noProof/>
            </w:rPr>
            <w:t>1</w:t>
          </w:r>
          <w:r w:rsidRPr="00F56597">
            <w:fldChar w:fldCharType="end"/>
          </w:r>
          <w:r w:rsidRPr="00F56597">
            <w:t>/</w:t>
          </w:r>
          <w:fldSimple w:instr=" NUMPAGES   \* MERGEFORMAT ">
            <w:r w:rsidR="005653EA">
              <w:rPr>
                <w:noProof/>
              </w:rPr>
              <w:t>2</w:t>
            </w:r>
          </w:fldSimple>
        </w:p>
      </w:tc>
      <w:tc>
        <w:tcPr>
          <w:tcW w:w="4641" w:type="dxa"/>
          <w:vAlign w:val="bottom"/>
        </w:tcPr>
        <w:p w14:paraId="1BC50D4C" w14:textId="77777777"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B90292">
            <w:rPr>
              <w:noProof/>
            </w:rPr>
            <w:t>05/08/2025</w:t>
          </w:r>
          <w:r w:rsidRPr="00F56597">
            <w:fldChar w:fldCharType="end"/>
          </w:r>
        </w:p>
      </w:tc>
    </w:tr>
    <w:tr w:rsidR="00A24598" w:rsidRPr="00A86871" w14:paraId="00B52A17" w14:textId="77777777" w:rsidTr="00A24598">
      <w:trPr>
        <w:trHeight w:val="964"/>
      </w:trPr>
      <w:tc>
        <w:tcPr>
          <w:tcW w:w="4253" w:type="dxa"/>
          <w:vAlign w:val="bottom"/>
        </w:tcPr>
        <w:p w14:paraId="01B5CBBA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36556095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04670EF3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411C7578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7916D" w14:textId="77777777" w:rsidR="004F3227" w:rsidRDefault="004F3227" w:rsidP="00F51D4C">
      <w:r>
        <w:separator/>
      </w:r>
    </w:p>
  </w:footnote>
  <w:footnote w:type="continuationSeparator" w:id="0">
    <w:p w14:paraId="0A9B26F4" w14:textId="77777777" w:rsidR="004F3227" w:rsidRDefault="004F3227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14:paraId="3B792FA3" w14:textId="77777777" w:rsidTr="00F56597">
      <w:trPr>
        <w:trHeight w:val="964"/>
      </w:trPr>
      <w:tc>
        <w:tcPr>
          <w:tcW w:w="5151" w:type="dxa"/>
        </w:tcPr>
        <w:p w14:paraId="746499F8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5273B1CF" w14:textId="77777777" w:rsidR="00F56597" w:rsidRDefault="00F56597">
          <w:pPr>
            <w:pStyle w:val="En-tte"/>
          </w:pPr>
        </w:p>
      </w:tc>
    </w:tr>
    <w:tr w:rsidR="00F56597" w14:paraId="0C7FF188" w14:textId="77777777" w:rsidTr="00F56597">
      <w:trPr>
        <w:trHeight w:val="1421"/>
      </w:trPr>
      <w:tc>
        <w:tcPr>
          <w:tcW w:w="5151" w:type="dxa"/>
        </w:tcPr>
        <w:p w14:paraId="33254719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7617BE1" wp14:editId="31DA2D19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38255D7A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1A00E111" wp14:editId="2EC6F982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5B867CA2" w14:textId="77777777" w:rsidTr="00F56597">
      <w:trPr>
        <w:trHeight w:val="397"/>
      </w:trPr>
      <w:tc>
        <w:tcPr>
          <w:tcW w:w="5151" w:type="dxa"/>
        </w:tcPr>
        <w:p w14:paraId="2361AA93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74D99DC5" w14:textId="77777777" w:rsidR="00F56597" w:rsidRDefault="00F56597">
          <w:pPr>
            <w:pStyle w:val="En-tte"/>
          </w:pPr>
        </w:p>
      </w:tc>
    </w:tr>
  </w:tbl>
  <w:p w14:paraId="51684C9C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526796423">
    <w:abstractNumId w:val="8"/>
  </w:num>
  <w:num w:numId="2" w16cid:durableId="1613855534">
    <w:abstractNumId w:val="3"/>
  </w:num>
  <w:num w:numId="3" w16cid:durableId="569929948">
    <w:abstractNumId w:val="2"/>
  </w:num>
  <w:num w:numId="4" w16cid:durableId="1974674801">
    <w:abstractNumId w:val="1"/>
  </w:num>
  <w:num w:numId="5" w16cid:durableId="1553345232">
    <w:abstractNumId w:val="0"/>
  </w:num>
  <w:num w:numId="6" w16cid:durableId="691345329">
    <w:abstractNumId w:val="9"/>
  </w:num>
  <w:num w:numId="7" w16cid:durableId="2002812404">
    <w:abstractNumId w:val="7"/>
  </w:num>
  <w:num w:numId="8" w16cid:durableId="134152208">
    <w:abstractNumId w:val="6"/>
  </w:num>
  <w:num w:numId="9" w16cid:durableId="312876756">
    <w:abstractNumId w:val="5"/>
  </w:num>
  <w:num w:numId="10" w16cid:durableId="1500123995">
    <w:abstractNumId w:val="4"/>
  </w:num>
  <w:num w:numId="11" w16cid:durableId="832260574">
    <w:abstractNumId w:val="10"/>
  </w:num>
  <w:num w:numId="12" w16cid:durableId="1035158089">
    <w:abstractNumId w:val="12"/>
  </w:num>
  <w:num w:numId="13" w16cid:durableId="1104568758">
    <w:abstractNumId w:val="13"/>
  </w:num>
  <w:num w:numId="14" w16cid:durableId="1040394117">
    <w:abstractNumId w:val="11"/>
  </w:num>
  <w:num w:numId="15" w16cid:durableId="1137183580">
    <w:abstractNumId w:val="12"/>
  </w:num>
  <w:num w:numId="16" w16cid:durableId="1235123268">
    <w:abstractNumId w:val="12"/>
  </w:num>
  <w:num w:numId="17" w16cid:durableId="617176500">
    <w:abstractNumId w:val="12"/>
  </w:num>
  <w:num w:numId="18" w16cid:durableId="198013765">
    <w:abstractNumId w:val="12"/>
  </w:num>
  <w:num w:numId="19" w16cid:durableId="1208253937">
    <w:abstractNumId w:val="12"/>
  </w:num>
  <w:num w:numId="20" w16cid:durableId="2006129982">
    <w:abstractNumId w:val="12"/>
  </w:num>
  <w:num w:numId="21" w16cid:durableId="3138774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27"/>
    <w:rsid w:val="00012BCA"/>
    <w:rsid w:val="0002719A"/>
    <w:rsid w:val="00070CA5"/>
    <w:rsid w:val="00081A47"/>
    <w:rsid w:val="000B725D"/>
    <w:rsid w:val="000C09B9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F68F8"/>
    <w:rsid w:val="002019AB"/>
    <w:rsid w:val="002044E3"/>
    <w:rsid w:val="00217EF0"/>
    <w:rsid w:val="0022180D"/>
    <w:rsid w:val="002479FC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C7C34"/>
    <w:rsid w:val="003F14FD"/>
    <w:rsid w:val="00443453"/>
    <w:rsid w:val="004627F2"/>
    <w:rsid w:val="00462D62"/>
    <w:rsid w:val="004F3227"/>
    <w:rsid w:val="00523158"/>
    <w:rsid w:val="005232F9"/>
    <w:rsid w:val="00550AF2"/>
    <w:rsid w:val="005653EA"/>
    <w:rsid w:val="00584FEB"/>
    <w:rsid w:val="005951A0"/>
    <w:rsid w:val="00595824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82A06"/>
    <w:rsid w:val="007C76ED"/>
    <w:rsid w:val="0081163D"/>
    <w:rsid w:val="00820FB2"/>
    <w:rsid w:val="00836655"/>
    <w:rsid w:val="00853218"/>
    <w:rsid w:val="008A026B"/>
    <w:rsid w:val="008E5A7D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A24598"/>
    <w:rsid w:val="00A71E5B"/>
    <w:rsid w:val="00A72F7C"/>
    <w:rsid w:val="00A779BB"/>
    <w:rsid w:val="00A900F9"/>
    <w:rsid w:val="00AA5ECF"/>
    <w:rsid w:val="00AD2F20"/>
    <w:rsid w:val="00B046AE"/>
    <w:rsid w:val="00B53A5B"/>
    <w:rsid w:val="00B57222"/>
    <w:rsid w:val="00B9029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748BC"/>
    <w:rsid w:val="00C974B3"/>
    <w:rsid w:val="00D20A12"/>
    <w:rsid w:val="00D24630"/>
    <w:rsid w:val="00D529B8"/>
    <w:rsid w:val="00D602E2"/>
    <w:rsid w:val="00DA4486"/>
    <w:rsid w:val="00DB2103"/>
    <w:rsid w:val="00DC1A26"/>
    <w:rsid w:val="00DF66AA"/>
    <w:rsid w:val="00E1273E"/>
    <w:rsid w:val="00E34CFC"/>
    <w:rsid w:val="00E70BDF"/>
    <w:rsid w:val="00E82921"/>
    <w:rsid w:val="00F2366D"/>
    <w:rsid w:val="00F428D1"/>
    <w:rsid w:val="00F51D4C"/>
    <w:rsid w:val="00F56597"/>
    <w:rsid w:val="00FA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A3D797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00D7-A0E3-4907-BCE3-9199D48F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2</TotalTime>
  <Pages>1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Nathalie Dubois</cp:lastModifiedBy>
  <cp:revision>3</cp:revision>
  <dcterms:created xsi:type="dcterms:W3CDTF">2022-11-10T13:52:00Z</dcterms:created>
  <dcterms:modified xsi:type="dcterms:W3CDTF">2025-08-05T08:11:00Z</dcterms:modified>
</cp:coreProperties>
</file>